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56341E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4C86EAC" wp14:editId="384A725C">
                <wp:simplePos x="0" y="0"/>
                <wp:positionH relativeFrom="column">
                  <wp:posOffset>38100</wp:posOffset>
                </wp:positionH>
                <wp:positionV relativeFrom="paragraph">
                  <wp:posOffset>-186690</wp:posOffset>
                </wp:positionV>
                <wp:extent cx="6829425" cy="800100"/>
                <wp:effectExtent l="0" t="381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4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8D1D28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CE4AA8">
                                  <w:t>HW 76</w:t>
                                </w:r>
                                <w:r w:rsidR="0056341E">
                                  <w:t xml:space="preserve">_Factoring </w:t>
                                </w:r>
                                <w:r w:rsidR="00CE4AA8">
                                  <w:t>Coefficients &gt;1</w:t>
                                </w:r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</w:t>
                                </w:r>
                                <w:r w:rsidR="008D1D28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&amp;</w:t>
                                </w:r>
                                <w:r w:rsidR="00674044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Mr. Bielmeier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C86EAC" id="Group 2" o:spid="_x0000_s1026" style="position:absolute;margin-left:3pt;margin-top:-14.7pt;width:537.75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    <v:textbox>
                      <w:txbxContent>
                        <w:p w:rsidR="004A1C66" w:rsidRPr="0021511C" w:rsidRDefault="004A1C66" w:rsidP="008D1D28">
                          <w:pPr>
                            <w:tabs>
                              <w:tab w:val="right" w:pos="5580"/>
                              <w:tab w:val="right" w:pos="972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CE4AA8">
                            <w:t>HW 76</w:t>
                          </w:r>
                          <w:r w:rsidR="0056341E">
                            <w:t xml:space="preserve">_Factoring </w:t>
                          </w:r>
                          <w:r w:rsidR="00CE4AA8">
                            <w:t>Coefficients &gt;1</w:t>
                          </w:r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</w:t>
                          </w:r>
                          <w:r w:rsidR="008D1D28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&amp;</w:t>
                          </w:r>
                          <w:r w:rsidR="00674044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Mr. Bielmeier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TiEsEA&#10;AADaAAAADwAAAGRycy9kb3ducmV2LnhtbESPQYvCMBSE7wv+h/AEL4umKypajSIL4l5bRTw+mmdb&#10;TF5Kk2r992ZhYY/DzHzDbHa9NeJBra8dK/iaJCCIC6drLhWcT4fxEoQPyBqNY1LwIg+77eBjg6l2&#10;T87okYdSRAj7FBVUITSplL6oyKKfuIY4ejfXWgxRtqXULT4j3Bo5TZKFtFhzXKiwoe+KinveWQXy&#10;0l27bDa7mzx8ZqurWR3njVZqNOz3axCB+vAf/mv/aAVz+L0Sb4D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U4hLBAAAA2gAAAA8AAAAAAAAAAAAAAAAAmAIAAGRycy9kb3du&#10;cmV2LnhtbFBLBQYAAAAABAAEAPUAAACGAwAAAAA=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pRmnCAAAA2gAAAA8AAABkcnMvZG93bnJldi54bWxEj8FuwjAQRO+V+AdrK/VW7AKK2oBBqAjB&#10;sU37Aat4iQPxOo2dkP49RqrU42hm3mhWm9E1YqAu1J41vEwVCOLSm5orDd9f++dXECEiG2w8k4Zf&#10;CrBZTx5WmBt/5U8ailiJBOGQowYbY5tLGUpLDsPUt8TJO/nOYUyyq6Tp8JrgrpEzpTLpsOa0YLGl&#10;d0vlpeidhqE3b4psPz8vdu7jcMgWxY86av30OG6XICKN8T/81z4aDRncr6QbIN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KUZpwgAAANoAAAAPAAAAAAAAAAAAAAAAAJ8C&#10;AABkcnMvZG93bnJldi54bWxQSwUGAAAAAAQABAD3AAAAjgMAAAAA&#10;">
                  <v:imagedata r:id="rId7" o:title="El Mate Vive"/>
                </v:shape>
              </v:group>
            </w:pict>
          </mc:Fallback>
        </mc:AlternateContent>
      </w:r>
    </w:p>
    <w:p w:rsidR="008D1D28" w:rsidRDefault="008D1D28"/>
    <w:p w:rsidR="004A1C66" w:rsidRDefault="004A1C66"/>
    <w:p w:rsidR="004A1C66" w:rsidRDefault="004A1C66"/>
    <w:p w:rsidR="00F87014" w:rsidRDefault="0094145D">
      <w:r>
        <w:rPr>
          <w:noProof/>
        </w:rPr>
        <w:drawing>
          <wp:anchor distT="0" distB="0" distL="114300" distR="114300" simplePos="0" relativeHeight="251666432" behindDoc="0" locked="0" layoutInCell="1" allowOverlap="1" wp14:anchorId="1C5D10E8" wp14:editId="395E5565">
            <wp:simplePos x="0" y="0"/>
            <wp:positionH relativeFrom="margin">
              <wp:align>left</wp:align>
            </wp:positionH>
            <wp:positionV relativeFrom="paragraph">
              <wp:posOffset>163830</wp:posOffset>
            </wp:positionV>
            <wp:extent cx="5915025" cy="3257550"/>
            <wp:effectExtent l="0" t="0" r="9525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F87014" w:rsidRDefault="00F87014"/>
    <w:p w:rsidR="00F87014" w:rsidRDefault="00F87014"/>
    <w:p w:rsidR="00F87014" w:rsidRDefault="00F87014"/>
    <w:p w:rsidR="00F87014" w:rsidRDefault="00F87014">
      <w:pPr>
        <w:rPr>
          <w:noProof/>
        </w:rPr>
      </w:pPr>
    </w:p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94145D" w:rsidRDefault="0094145D"/>
    <w:p w:rsidR="0094145D" w:rsidRDefault="0094145D"/>
    <w:p w:rsidR="0094145D" w:rsidRDefault="0094145D"/>
    <w:p w:rsidR="0094145D" w:rsidRDefault="0094145D"/>
    <w:p w:rsidR="0094145D" w:rsidRDefault="0094145D"/>
    <w:p w:rsidR="0094145D" w:rsidRDefault="0094145D"/>
    <w:p w:rsidR="0094145D" w:rsidRDefault="0094145D"/>
    <w:p w:rsidR="0094145D" w:rsidRDefault="0094145D">
      <w:r>
        <w:rPr>
          <w:noProof/>
        </w:rPr>
        <w:drawing>
          <wp:anchor distT="0" distB="0" distL="114300" distR="114300" simplePos="0" relativeHeight="251667456" behindDoc="0" locked="0" layoutInCell="1" allowOverlap="1" wp14:anchorId="630AA019" wp14:editId="29ACD6D2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5838825" cy="3267075"/>
            <wp:effectExtent l="0" t="0" r="9525" b="952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94145D" w:rsidRDefault="0094145D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4A1C66" w:rsidRDefault="004A1C66"/>
    <w:p w:rsidR="0094145D" w:rsidRDefault="0094145D"/>
    <w:p w:rsidR="0094145D" w:rsidRDefault="0094145D"/>
    <w:p w:rsidR="0094145D" w:rsidRDefault="0094145D"/>
    <w:p w:rsidR="0094145D" w:rsidRDefault="0094145D">
      <w:r>
        <w:rPr>
          <w:noProof/>
        </w:rPr>
        <w:lastRenderedPageBreak/>
        <w:drawing>
          <wp:inline distT="0" distB="0" distL="0" distR="0" wp14:anchorId="0BE454ED" wp14:editId="27F8719A">
            <wp:extent cx="5772150" cy="32670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45D" w:rsidRDefault="0094145D"/>
    <w:p w:rsidR="0094145D" w:rsidRDefault="0094145D"/>
    <w:p w:rsidR="0094145D" w:rsidRDefault="0094145D"/>
    <w:p w:rsidR="0094145D" w:rsidRDefault="0094145D"/>
    <w:p w:rsidR="0094145D" w:rsidRDefault="0094145D"/>
    <w:p w:rsidR="0094145D" w:rsidRDefault="0094145D"/>
    <w:p w:rsidR="0094145D" w:rsidRDefault="009414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4145D" w:rsidTr="0094145D">
        <w:tc>
          <w:tcPr>
            <w:tcW w:w="5395" w:type="dxa"/>
          </w:tcPr>
          <w:p w:rsidR="0094145D" w:rsidRDefault="0094145D">
            <w:r>
              <w:t>19) Find line segment BC</w:t>
            </w:r>
          </w:p>
          <w:p w:rsidR="0094145D" w:rsidRDefault="0094145D"/>
          <w:p w:rsidR="0094145D" w:rsidRDefault="0094145D"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9504" behindDoc="0" locked="0" layoutInCell="1" allowOverlap="1" wp14:anchorId="4CB22677" wp14:editId="697A7E44">
                  <wp:simplePos x="0" y="0"/>
                  <wp:positionH relativeFrom="column">
                    <wp:posOffset>250825</wp:posOffset>
                  </wp:positionH>
                  <wp:positionV relativeFrom="paragraph">
                    <wp:posOffset>129540</wp:posOffset>
                  </wp:positionV>
                  <wp:extent cx="1786890" cy="438150"/>
                  <wp:effectExtent l="0" t="0" r="3810" b="0"/>
                  <wp:wrapNone/>
                  <wp:docPr id="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89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4145D" w:rsidRDefault="0094145D"/>
          <w:p w:rsidR="0094145D" w:rsidRDefault="0094145D"/>
          <w:p w:rsidR="0094145D" w:rsidRDefault="0094145D"/>
          <w:p w:rsidR="0094145D" w:rsidRDefault="0094145D"/>
        </w:tc>
        <w:tc>
          <w:tcPr>
            <w:tcW w:w="5395" w:type="dxa"/>
          </w:tcPr>
          <w:p w:rsidR="0094145D" w:rsidRDefault="0094145D">
            <w:r>
              <w:t>20) If line segment AC is 35 units, what is the value of line segment MC?</w:t>
            </w:r>
          </w:p>
          <w:p w:rsidR="0094145D" w:rsidRDefault="0094145D"/>
          <w:p w:rsidR="0094145D" w:rsidRDefault="0094145D">
            <w:r>
              <w:rPr>
                <w:noProof/>
              </w:rPr>
              <w:drawing>
                <wp:inline distT="0" distB="0" distL="0" distR="0" wp14:anchorId="020DE17B" wp14:editId="5632F513">
                  <wp:extent cx="1981200" cy="542925"/>
                  <wp:effectExtent l="0" t="0" r="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145D" w:rsidRDefault="0094145D"/>
          <w:p w:rsidR="0094145D" w:rsidRDefault="0094145D"/>
          <w:p w:rsidR="0094145D" w:rsidRDefault="0094145D"/>
          <w:p w:rsidR="0094145D" w:rsidRDefault="0094145D"/>
          <w:p w:rsidR="0094145D" w:rsidRDefault="0094145D"/>
          <w:p w:rsidR="0094145D" w:rsidRDefault="0094145D"/>
        </w:tc>
      </w:tr>
    </w:tbl>
    <w:p w:rsidR="0094145D" w:rsidRDefault="0094145D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>
      <w:bookmarkStart w:id="0" w:name="_GoBack"/>
      <w:bookmarkEnd w:id="0"/>
    </w:p>
    <w:sectPr w:rsidR="00F87014" w:rsidSect="008D1D28">
      <w:footerReference w:type="default" r:id="rId13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A49" w:rsidRDefault="00A30A49" w:rsidP="004A1C66">
      <w:r>
        <w:separator/>
      </w:r>
    </w:p>
  </w:endnote>
  <w:endnote w:type="continuationSeparator" w:id="0">
    <w:p w:rsidR="00A30A49" w:rsidRDefault="00A30A49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A49" w:rsidRDefault="00A30A49" w:rsidP="004A1C66">
      <w:r>
        <w:separator/>
      </w:r>
    </w:p>
  </w:footnote>
  <w:footnote w:type="continuationSeparator" w:id="0">
    <w:p w:rsidR="00A30A49" w:rsidRDefault="00A30A49" w:rsidP="004A1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66"/>
    <w:rsid w:val="000248E2"/>
    <w:rsid w:val="001B0A83"/>
    <w:rsid w:val="00242D79"/>
    <w:rsid w:val="003B785F"/>
    <w:rsid w:val="004A1C66"/>
    <w:rsid w:val="004D05E9"/>
    <w:rsid w:val="0056341E"/>
    <w:rsid w:val="005D62E3"/>
    <w:rsid w:val="0065474E"/>
    <w:rsid w:val="00674044"/>
    <w:rsid w:val="006F5A5F"/>
    <w:rsid w:val="0080608E"/>
    <w:rsid w:val="00846041"/>
    <w:rsid w:val="008D1D28"/>
    <w:rsid w:val="0094145D"/>
    <w:rsid w:val="00A30A49"/>
    <w:rsid w:val="00B53200"/>
    <w:rsid w:val="00CE4705"/>
    <w:rsid w:val="00CE4AA8"/>
    <w:rsid w:val="00DD6332"/>
    <w:rsid w:val="00ED05F2"/>
    <w:rsid w:val="00F8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56CD37-42B6-4727-A2DD-97641195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7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 76_Facotring Coefficients other than 1</Template>
  <TotalTime>9</TotalTime>
  <Pages>2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Bielmeier, Sean</cp:lastModifiedBy>
  <cp:revision>3</cp:revision>
  <dcterms:created xsi:type="dcterms:W3CDTF">2014-12-13T20:24:00Z</dcterms:created>
  <dcterms:modified xsi:type="dcterms:W3CDTF">2014-12-13T20:33:00Z</dcterms:modified>
</cp:coreProperties>
</file>